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44FDA" w14:textId="77777777" w:rsidR="002F01DB" w:rsidRPr="002F01DB" w:rsidRDefault="002F01DB" w:rsidP="002F01D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F01D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SARS-CoV-2/human/USA/MT-CDC-ASC210566946/2021, complete genome</w:t>
      </w:r>
    </w:p>
    <w:p w14:paraId="6148601F" w14:textId="77777777" w:rsidR="002F01DB" w:rsidRPr="002F01DB" w:rsidRDefault="002F01DB" w:rsidP="002F01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t>GenBank: OM117411.1</w:t>
      </w:r>
    </w:p>
    <w:p w14:paraId="309C5DE7" w14:textId="77777777" w:rsidR="002F01DB" w:rsidRPr="002F01DB" w:rsidRDefault="002F01DB" w:rsidP="002F01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"https://www.ncbi.nlm.nih.gov/nuccore/OM117411.1?report=fasta" </w:instrText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01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"https://www.ncbi.nlm.nih.gov/nuccore/OM117411.1?report=graph" </w:instrText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01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17411.1"/>
    <w:bookmarkEnd w:id="1"/>
    <w:p w14:paraId="79CB3C2F" w14:textId="77777777" w:rsidR="002F01DB" w:rsidRPr="002F01DB" w:rsidRDefault="002F01DB" w:rsidP="002F01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"https://www.ncbi.nlm.nih.gov/nuccore/OM117411.1" \l "goto2172446537_0" </w:instrText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01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F01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4D0CC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LOCUS       OM117411               29799 bp    RNA     linear   VRL 04-JAN-2022</w:t>
      </w:r>
    </w:p>
    <w:p w14:paraId="593063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76D2E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SARS-CoV-2/human/USA/MT-CDC-ASC210566946/2021, complete genome.</w:t>
      </w:r>
    </w:p>
    <w:p w14:paraId="5985537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ACCESSION   OM117411</w:t>
      </w:r>
    </w:p>
    <w:p w14:paraId="6ADFBF8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VERSION     OM117411.1</w:t>
      </w:r>
    </w:p>
    <w:p w14:paraId="24C309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4269F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"https://www.ncbi.nlm.nih.gov/biosample/SAMN24601897"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SAMN24601897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E90CC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9C813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516010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3278E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3543B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18C24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86ACD4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24526D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938A9A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D1FEE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C2BDDF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9EE6F7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B363CC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AC6B2B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3C35CF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8D24FF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07518C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E90433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F6F5CA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E439F4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341803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2E0A4A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F18AED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0F886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193BD56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7759B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5D16B6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17411.1"/>
      <w:bookmarkEnd w:id="2"/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E12D62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3AEF17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972EEE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944BB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17411.1"/>
      <w:bookmarkEnd w:id="3"/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CDA5A0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5FBC4BF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5BABD4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7FB833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6E5A09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/isolate="SARS-CoV-2/human/USA/MT-CDC-ASC210566946/2021"</w:t>
      </w:r>
    </w:p>
    <w:p w14:paraId="324E589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2AA226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3F6991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5AFE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Montana"</w:t>
      </w:r>
    </w:p>
    <w:p w14:paraId="5BD84B9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13D7D8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"https://www.ncbi.nlm.nih.gov/nuccore/OM117411.1?from=241&amp;to=21518"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A9DB7D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234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"https://www.ncbi.nlm.nih.gov/nuccore/OM117411.1?location=241:13431,13431:21518"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CB4CA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B4E8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E617BD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D8FAC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B19F1B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"https://www.ncbi.nlm.nih.gov/protein/2172446538"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UHZ12141.1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5C087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BDEC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7378B0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8DC7AB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D5C47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28FF4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D58B8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5679E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8EA3A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28FB4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3BF8A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BF0B2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1C24B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B8A3B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6DA8A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8EAF9B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7A91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E1BD36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C89E01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6601A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45A722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DB3AF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1729B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B43DA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AF40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B40199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22568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15E4B0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70A75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D10BC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BE84B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F6917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3737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4D47F01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BD2CB0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C353C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721F1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5204DE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58D9B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A498D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F896B9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F2669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57633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684ED3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48D73C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1A0866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65195E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2EFBED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27A143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066DD2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53EB9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2689E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83E30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8AA2F4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3E3C00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4AD09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830267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A406A4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396DA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31377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D291A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CD97EC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EE15D2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6BF783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A74722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4D4D9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0A57B0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76CD29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4D6F28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22BD1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0BD27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39A5A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387B4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8138D1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118D66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E694A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8E16C9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B10815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3401E8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DDF4AF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A4B316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1B42B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7E415E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429B8C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FA387E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FA1BDA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AF578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61C8F4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0B098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1E15D1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DBDE71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56669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2AAB2E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99D3D8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04E2B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1D7593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D872AC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5805E1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8A798A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TLEQYVFCTVNALPETTVDIVVFDEISMATNYDLSVVNARLRAKHYVYIGDPAQLPAP</w:t>
      </w:r>
    </w:p>
    <w:p w14:paraId="00987D9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516B66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361C3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893F33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EE62FB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FC0614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261DC8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F56162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49D0B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7BD916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E80895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421B5C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C47981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1A198E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F7459F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DAD51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D158DE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EF2C6D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2C2145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A944F4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6B1939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577979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7FF5B3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A5C15C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9BBDB8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"https://www.ncbi.nlm.nih.gov/protein/UHZ12141.1?from=1&amp;to=180"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6E2271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224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3859D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"https://www.ncbi.nlm.nih.gov/protein/UHZ12141.1?from=181&amp;to=818"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ADC92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C1F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AA466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"https://www.ncbi.nlm.nih.gov/protein/UHZ12141.1?from=819&amp;to=2762"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45BF7C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D214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334D8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"https://www.ncbi.nlm.nih.gov/protein/UHZ12141.1?from=2763&amp;to=3262"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E331E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4D24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A41B8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"https://www.ncbi.nlm.nih.gov/protein/UHZ12141.1?from=3263&amp;to=3568"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FC1D2A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C2A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2BB94D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"https://www.ncbi.nlm.nih.gov/protein/UHZ12141.1?from=3569&amp;to=3855"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14AB53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7753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0F7EB2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"https://www.ncbi.nlm.nih.gov/protein/UHZ12141.1?from=3856&amp;to=3938"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2046DB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2C53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28411B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"https://www.ncbi.nlm.nih.gov/protein/UHZ12141.1?from=3939&amp;to=4136"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FA776C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5D64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7AAE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"https://www.ncbi.nlm.nih.gov/protein/UHZ12141.1?from=4137&amp;to=4249"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88DC0E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D51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8E2D3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"https://www.ncbi.nlm.nih.gov/protein/UHZ12141.1?from=4250&amp;to=4388"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36962B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D924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6E1687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"https://www.ncbi.nlm.nih.gov/protein/UHZ12141.1?from=4389&amp;to=5320"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07159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C928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0F1D6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"https://www.ncbi.nlm.nih.gov/protein/UHZ12141.1?from=5321&amp;to=5921"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BE83E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B0C4E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7EB24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"https://www.ncbi.nlm.nih.gov/protein/UHZ12141.1?from=5922&amp;to=6448"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E8A17E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39EA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5AB680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"https://www.ncbi.nlm.nih.gov/protein/UHZ12141.1?from=6449&amp;to=6794"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BC2C72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02C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696BBB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"https://www.ncbi.nlm.nih.gov/protein/UHZ12141.1?from=6795&amp;to=7092"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FABC68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AFBB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0C82F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"https://www.ncbi.nlm.nih.gov/nuccore/OM117411.1?from=241&amp;to=13446"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AE4FA5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6391E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E0FF4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5AEB8E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"https://www.ncbi.nlm.nih.gov/protein/2172446539"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UHZ12142.1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F7B1C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6D27C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9B74A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D7EEF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F70C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9D54D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CC2C9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D7AC6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2FE5F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A6BC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E903E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EB9079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64F3B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AE66E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52809B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0AA14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EDAFAA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CF109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BD54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5E359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23BC6D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47004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0E2F1D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D64D8F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E3577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CA035C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93B1F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32862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952287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E6447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DCE1F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D5BA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D4EEE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481F4D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EB4F8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555E51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B41E2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91444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4F55D6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40C99F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27CAF3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5ABA2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A5517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C32816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89BBB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96722D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4AFF53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5DE19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5A35B2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6EDD5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D355D6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4D5D7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A083DC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937E6E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0A2B27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CA56B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108BA2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6DB0BC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C5F399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C322CF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BF35C3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225801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3AF278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8B481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7599E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420AAE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48FC7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0A42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B6C5A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9C8A68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1A9583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8AB1C3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7662DB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F4A71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BBD10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14E32E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002FD4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DBBDD0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"https://www.ncbi.nlm.nih.gov/protein/UHZ12142.1?from=1&amp;to=180"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B1ADA3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31475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D89CD2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"https://www.ncbi.nlm.nih.gov/protein/UHZ12142.1?from=181&amp;to=818"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A8F81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79E12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BFA21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"https://www.ncbi.nlm.nih.gov/protein/UHZ12142.1?from=819&amp;to=2762"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6BAD94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E28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ADE0AD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"https://www.ncbi.nlm.nih.gov/protein/UHZ12142.1?from=2763&amp;to=3262"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351CF3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6479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746B6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"https://www.ncbi.nlm.nih.gov/protein/UHZ12142.1?from=3263&amp;to=3568"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34A281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EFC4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44096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"https://www.ncbi.nlm.nih.gov/protein/UHZ12142.1?from=3569&amp;to=3855"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02A292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78E07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48B47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"https://www.ncbi.nlm.nih.gov/protein/UHZ12142.1?from=3856&amp;to=3938"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43EF9C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F0190B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1906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"https://www.ncbi.nlm.nih.gov/protein/UHZ12142.1?from=3939&amp;to=4136"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D1991C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9EF3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59B5F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"https://www.ncbi.nlm.nih.gov/protein/UHZ12142.1?from=4137&amp;to=4249"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7A6A1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CF47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ABA7DE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"https://www.ncbi.nlm.nih.gov/protein/UHZ12142.1?from=4250&amp;to=4388"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F7CBB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4452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7D79F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"https://www.ncbi.nlm.nih.gov/protein/UHZ12142.1?from=4389&amp;to=4401"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1BC53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BD80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CFC24F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"https://www.ncbi.nlm.nih.gov/nuccore/OM117411.1?from=13439&amp;to=13466"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022109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E22F9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48190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5F520D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"https://www.ncbi.nlm.nih.gov/nuccore/OM117411.1?from=13451&amp;to=13505"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7F9EF9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A23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E5261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5F3E58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"https://www.ncbi.nlm.nih.gov/nuccore/OM117411.1?from=21526&amp;to=25338"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8BA22D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7D7A36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"https://www.ncbi.nlm.nih.gov/nuccore/OM117411.1?from=21526&amp;to=25338"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6A414E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FC20EF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C53D7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3D33A3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"https://www.ncbi.nlm.nih.gov/protein/2172446540"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UHZ12143.1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6C6CB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F92F56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SSVLHSTQDLFLPFFSNVTWFHAISGTNGTKRFDNPVLPFNDGVYFASIEKSNIIRGW</w:t>
      </w:r>
    </w:p>
    <w:p w14:paraId="33DC68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9AA5CE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7BB89C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0A23C9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AFA37E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C3F7FB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B1397C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9B2704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D8A3C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B3E97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B56E16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F12B7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C26510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4FEEB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29BBBA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B7AA8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B9DE34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324F2E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B879F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CFEB69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2AF5E1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CB9DB8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"https://www.ncbi.nlm.nih.gov/nuccore/OM117411.1?from=25347&amp;to=26174"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128440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0C5B26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"https://www.ncbi.nlm.nih.gov/nuccore/OM117411.1?from=25347&amp;to=26174"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B5A03B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4E603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CD45A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1F578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UHZ12144.1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C8A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F04208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C608BA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EDB1AE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6A3EC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9B304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"https://www.ncbi.nlm.nih.gov/nuccore/OM117411.1?from=26199&amp;to=26426"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3C0344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A1A3B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"https://www.ncbi.nlm.nih.gov/nuccore/OM117411.1?from=26199&amp;to=26426"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7117D5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033E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7781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BB9898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UHZ12145.1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EC82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8B1698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929D5A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"https://www.ncbi.nlm.nih.gov/nuccore/OM117411.1?from=26477&amp;to=27145"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4F551D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5067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"https://www.ncbi.nlm.nih.gov/nuccore/OM117411.1?from=26477&amp;to=27145"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1A3BDB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B1DA7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17D26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FF00C2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"https://www.ncbi.nlm.nih.gov/protein/2172446543"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UHZ12146.1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F04F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63ED41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35B7E6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FARTRSMWSFNPETNILLNVPLHGTILTRPLLESELVIGAVILRGHLRIAGHXXXXCD</w:t>
      </w:r>
    </w:p>
    <w:p w14:paraId="180DF0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IKDLPKEITVAXXRTLSYYKLGASQRVAGDSGFAAYSRYRIGNYKLNTDHSSSSDNIA</w:t>
      </w:r>
    </w:p>
    <w:p w14:paraId="69BEA4B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1C3098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"https://www.ncbi.nlm.nih.gov/nuccore/OM117411.1?from=27156&amp;to=27341"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25262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D897CC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"https://www.ncbi.nlm.nih.gov/nuccore/OM117411.1?from=27156&amp;to=27341"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E8473C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5B38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81DD2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90E153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"https://www.ncbi.nlm.nih.gov/protein/2172446544"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UHZ12147.1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5160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8E1E12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C88599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"https://www.ncbi.nlm.nih.gov/nuccore/OM117411.1?from=27348&amp;to=27713"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55E27C7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CE471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"https://www.ncbi.nlm.nih.gov/nuccore/OM117411.1?from=27348&amp;to=27713"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408AE18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AF9CDB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565DC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590C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"https://www.ncbi.nlm.nih.gov/protein/2172446545"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UHZ12148.1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52250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962A5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62D0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1D7EE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"https://www.ncbi.nlm.nih.gov/nuccore/OM117411.1?from=27710&amp;to=27841"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3F547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D6E17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"https://www.ncbi.nlm.nih.gov/nuccore/OM117411.1?from=27710&amp;to=27841"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5938F8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F71CD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195CC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709633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"https://www.ncbi.nlm.nih.gov/protein/2172446546"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UHZ12149.1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2FE0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DC4EFE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"https://www.ncbi.nlm.nih.gov/nuccore/OM117411.1?from=27848&amp;to=28213"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733995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8DF86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"https://www.ncbi.nlm.nih.gov/nuccore/OM117411.1?from=27848&amp;to=28213"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E7EFC1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9A61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9146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1548C5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"https://www.ncbi.nlm.nih.gov/protein/2172446547"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UHZ12150.1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99D0B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E8929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B4C4E5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967701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"https://www.ncbi.nlm.nih.gov/nuccore/OM117411.1?from=28228&amp;to=29478"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204443E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5EDC01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"https://www.ncbi.nlm.nih.gov/nuccore/OM117411.1?from=28228&amp;to=29478"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CEE53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060AC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8D82D6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852188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"https://www.ncbi.nlm.nih.gov/protein/2172446548"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UHZ12151.1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843D5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C3269A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50C223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D890C5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DAC462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50BC4B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F879B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075599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0FBD4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"https://www.ncbi.nlm.nih.gov/nuccore/OM117411.1?from=29503&amp;to=29619"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81D6E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2F24B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"https://www.ncbi.nlm.nih.gov/nuccore/OM117411.1?from=29503&amp;to=29619"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79FE7F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9352E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DFABF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1D563A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"https://www.ncbi.nlm.nih.gov/protein/2172446549"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UHZ12152.1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5D8CC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9EDCF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"https://www.ncbi.nlm.nih.gov/nuccore/OM117411.1?from=29554&amp;to=29589"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32D51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9ADBA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BE89F6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"https://www.ncbi.nlm.nih.gov/nuccore/OM117411.1?from=29574&amp;to=29602"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639270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9B699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2DF6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"https://www.ncbi.nlm.nih.gov/nuccore/OM117411.1?from=29673&amp;to=29713" </w:instrTex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01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5045662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16BE15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2AFDEC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17411.1"/>
      <w:bookmarkEnd w:id="4"/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001756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301711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95C718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A7CDAC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2E2ED9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6C1DB7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60DA97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52A30E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EA2505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3F0748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AB2C92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07DC289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40E555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4ECC9B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1B02520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311E8B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11A100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FE5719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043D5F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575623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344C15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FBB55F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0DDD99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9F26A0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3DA4A0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8571DA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119562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40BD34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4B4A62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15706D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2ADB2C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CB06C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73521E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C614D5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BDFE6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78A7C4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6CFC3E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B9A7F2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10C008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47C6E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649E13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F5DBF6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A85BAD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75CFEA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5A229E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92D751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FF1600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9FDA54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2B9E87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116D62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42231E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EE0D9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3091C8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F990FC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DFE6AB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450648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B2CEFB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5F568E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2C5E71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D40402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4E9818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D1B6A8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FD22CA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D07252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629555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ABC7E7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5C4D79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34D02E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5C75094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0F276F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40CB7B3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94396E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100B0D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28C5C2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DB730C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7D75DD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C38049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C157FA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FD01A1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D85C3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F9C0D4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30B718E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B43AFF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EC239D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C33013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BC1A54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EEE143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E898A9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D97C20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1FBD00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468609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34DE4E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E537BA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3BAF0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5A9925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55F77F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A89CAD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33890D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tggatggtat tgtttgtaca gaaattgacc ctaagttgga caattattat</w:t>
      </w:r>
    </w:p>
    <w:p w14:paraId="7C18B0F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A49C40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AF31C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B8B366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6B285B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9C0090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7274C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99D67E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6A74F2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B943CE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0F1F49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D4109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327282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03C7CF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B93FCD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7583C9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7F186CC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712E46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AD19EB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6C35F2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02702C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73A1BC4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EC07D3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9902FE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0B8A55A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50401D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5C774B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FD561A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80F2C7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92995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B6A07A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DB582D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76949C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D3FF85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A26D90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5F61B17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1E1479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A8367C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E304E6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E3C7F7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1F3AF7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C9FF00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EC911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2C12D2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7ED0CC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C0FF43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B18346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AA002A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7929E5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ED0D84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D06EF5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3E19CA7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E79A8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C4AAB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7A070D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1167B1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67D132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755557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FBC0E2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C77748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DBE967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39F46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056B1C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58EE356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58430D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B51D82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DDE57A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5D4F1A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546E9D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C86692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B7BC02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5865A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E544A6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2B6EBF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E8661E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467B82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A10C88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0E8948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5975B4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A94C6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8996A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08728D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C36234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3F3777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E39EE8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F80D85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CF90C0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950254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2B273A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30C82B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200BD7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172580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AA7C26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0DAF7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B56389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5C647E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2C07E1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DB151A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695663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C7EB52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3F77D7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8952D5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DF9977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B3535F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363BD9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46E001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B0518F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D9C7E1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79D626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BD5493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0675CA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859AAE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2FD9FD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6EA62C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8DC84C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EDE6BE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5DE842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48113C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6E08EF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FD8584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9BF02B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FD71FE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AEFFEC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40E80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B6CFE1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F5BA9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2A788BE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6D9C42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EA2000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7E8A33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2C9C95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23F264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BACCA7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EE0DC9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37AD1F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79D5AD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55C87A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9CD6A9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87ED08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413F6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CE4BD1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E37938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5231F9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F7EFE2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5E9F1E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AF1A71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3A439C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E4A77D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9E545E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BB8A3D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572238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6CADE1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FB8158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41E430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7FDD70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02F1B0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A2BF2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2F1736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3E5F7D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86295E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91D96B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F2C7FA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9298C2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9F251E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03D5C1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D03CA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56E4F0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3DA566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A3149E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FEC8A9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08CB5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111D9F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4E4061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ACB6C8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90EBF9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5D91A8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4DBDE5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1ECE70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866C47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98BDE6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5E0C33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AAE7AC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2A94E6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430C5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E16308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4512B4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8F6E48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2AA6B8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EED163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87AA1A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gtagatatag ttgtctttga tgaaatttca atggccacaa</w:t>
      </w:r>
    </w:p>
    <w:p w14:paraId="0397B9A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EB990B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FF2531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E6973D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E8DCF9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1613DE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A90984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682F32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5BB4D0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D87C49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C8D98D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F2C5A1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389589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71739F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116C4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16F810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DB4DAC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E3AE9B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524625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FDDE6D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EEEBA2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767319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CE76BF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526B0D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85AD92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04AB8F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DA5B95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9C4E70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1DF9A8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A384D0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CEF64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6F7F7F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61F12BE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C2D2C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C0F568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378352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59C734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DFF87F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F10F84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910E5D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84EA90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CB61F7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1E125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57A4E9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02508B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7CC078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948D4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A0B31E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A85EA2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E75548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637AD6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1035E3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94361F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9121AB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697E47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C24074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D3870D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94E6CA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0AA4C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034A0A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E052D1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7A0C60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DDA6E4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FC5BBA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FBC43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546C721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F61007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75CC7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D5C734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EBF1ED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5100DB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3EA912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8D03C9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7B082F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catgctatct ctgggaccaa tggtactaag aggtttgata accctgtcct accatttaat</w:t>
      </w:r>
    </w:p>
    <w:p w14:paraId="799DBE3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396EE1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038C57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CFD442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B2C235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6753DF7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7B1FBC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213F52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2B1A5E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437422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6F094F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68FFC0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CC3B3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5AD4344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9E66BF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7C903A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59EE3F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B9CEFB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3EA64AE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C93611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CFFC66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B6A651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BB4BB6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F866A6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2AC172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6F002B9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4965C6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764067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3596A8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858D90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38B5B9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4451BD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A4A40E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DA9AFE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1CEB2D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1AF041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23C01F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323CF4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FD37DE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F92001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F19CE2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C07057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4686DE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54D3D6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F39E71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B62760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B56D83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DB2730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1F2B4D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710A73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54ED017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35EFDF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E40BE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4E2881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18AD67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653128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BF9FFA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0D1C89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B092CA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A03272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601381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7D1A40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08F241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E688E5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C29E02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0D89CAC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A35297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48530D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4AEB9B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E184C2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52E020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110B78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295DD95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066A41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CB29C0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B190B9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ADF7A0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A5918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71D8F9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41A71B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58A505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6396DB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54335B0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137E8F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8F057B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762E6F8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584394D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nnnnnnnngc tgtgacatca aggacctgcc taaagaaatc actgttgcta nnnnacgaac</w:t>
      </w:r>
    </w:p>
    <w:p w14:paraId="33B26A7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EAAB64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61F052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F166B3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A1BC49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652BEA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F6A1EE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52F9FB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4F0FF51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23B697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C4A1E2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274684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6D26EE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41F4487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38DB75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EBEFC2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FDBB6C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AFF2DF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A93D99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510374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A264197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8AF15A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FDF3CD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22D669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2C54C9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26188E0F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70E8E5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2476B47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78F5D01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093C9ED5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5A605C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D3795A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587602A9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250EE2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5CC2E92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52374EC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C49726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8B7A0A1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79A2306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F3E4B3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3D7382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291B6C3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3B1D3014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9CA55EA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24EEC5E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78CE9D60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97853CD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0833B6EB" w14:textId="77777777" w:rsidR="002F01DB" w:rsidRPr="002F01DB" w:rsidRDefault="002F01DB" w:rsidP="002F01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01D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132550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D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01DB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EF74F0"/>
  <w15:chartTrackingRefBased/>
  <w15:docId w15:val="{E0765B38-6581-EA4C-A609-B9301AA81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42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2023-01-30T11:59:00Z</dcterms:created>
  <dcterms:modified xsi:type="dcterms:W3CDTF">2023-01-30T12:00:00Z</dcterms:modified>
</cp:coreProperties>
</file>